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106" w:rsidRPr="00A134DE" w:rsidRDefault="00810106"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479" r:id="rId6"/>
        </w:pict>
      </w:r>
      <w:r w:rsidRPr="00A134DE">
        <w:rPr>
          <w:b/>
          <w:iCs/>
          <w:sz w:val="34"/>
          <w:szCs w:val="34"/>
        </w:rPr>
        <w:t>COMUNE DI PORTO AZZURRO</w:t>
      </w:r>
    </w:p>
    <w:p w:rsidR="00810106" w:rsidRPr="00BC023D" w:rsidRDefault="00810106" w:rsidP="00C50BAC">
      <w:pPr>
        <w:jc w:val="center"/>
        <w:rPr>
          <w:b/>
          <w:snapToGrid w:val="0"/>
          <w:sz w:val="24"/>
          <w:szCs w:val="24"/>
        </w:rPr>
      </w:pPr>
      <w:r w:rsidRPr="00BC023D">
        <w:rPr>
          <w:b/>
          <w:snapToGrid w:val="0"/>
          <w:sz w:val="24"/>
          <w:szCs w:val="24"/>
        </w:rPr>
        <w:t>PROVINCIA DI LIVORNO</w:t>
      </w:r>
    </w:p>
    <w:p w:rsidR="00810106" w:rsidRPr="00B5448E" w:rsidRDefault="00810106" w:rsidP="00CE1495">
      <w:pPr>
        <w:jc w:val="both"/>
        <w:rPr>
          <w:sz w:val="12"/>
          <w:szCs w:val="12"/>
        </w:rPr>
      </w:pPr>
    </w:p>
    <w:p w:rsidR="00810106" w:rsidRPr="00BC023D" w:rsidRDefault="00810106"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810106" w:rsidRPr="00BC023D" w:rsidRDefault="00810106" w:rsidP="00C50BAC">
      <w:pPr>
        <w:jc w:val="center"/>
        <w:rPr>
          <w:b/>
          <w:bCs/>
          <w:sz w:val="24"/>
          <w:szCs w:val="24"/>
        </w:rPr>
      </w:pPr>
      <w:r w:rsidRPr="00BC023D">
        <w:rPr>
          <w:b/>
          <w:bCs/>
          <w:sz w:val="24"/>
          <w:szCs w:val="24"/>
        </w:rPr>
        <w:t>AREA TECNICA</w:t>
      </w:r>
    </w:p>
    <w:p w:rsidR="00810106" w:rsidRPr="000A3E71" w:rsidRDefault="00810106">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810106" w:rsidTr="00BC023D">
        <w:trPr>
          <w:trHeight w:val="1323"/>
        </w:trPr>
        <w:tc>
          <w:tcPr>
            <w:tcW w:w="1771" w:type="dxa"/>
          </w:tcPr>
          <w:p w:rsidR="00810106" w:rsidRPr="00BC023D" w:rsidRDefault="00810106" w:rsidP="00CC6F2B">
            <w:pPr>
              <w:rPr>
                <w:bCs/>
                <w:sz w:val="22"/>
                <w:szCs w:val="22"/>
              </w:rPr>
            </w:pPr>
            <w:r w:rsidRPr="00BC023D">
              <w:rPr>
                <w:sz w:val="22"/>
                <w:szCs w:val="22"/>
              </w:rPr>
              <w:t>Esercizio 201</w:t>
            </w:r>
            <w:r>
              <w:rPr>
                <w:sz w:val="22"/>
                <w:szCs w:val="22"/>
              </w:rPr>
              <w:t>9</w:t>
            </w:r>
          </w:p>
          <w:p w:rsidR="00810106" w:rsidRPr="00BC023D" w:rsidRDefault="00810106"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810106" w:rsidRPr="00BC023D" w:rsidRDefault="00810106" w:rsidP="00391978">
            <w:pPr>
              <w:rPr>
                <w:b/>
                <w:sz w:val="22"/>
                <w:szCs w:val="22"/>
              </w:rPr>
            </w:pPr>
            <w:r w:rsidRPr="00BC023D">
              <w:rPr>
                <w:bCs/>
                <w:sz w:val="22"/>
                <w:szCs w:val="22"/>
              </w:rPr>
              <w:t xml:space="preserve">N. </w:t>
            </w:r>
            <w:r>
              <w:rPr>
                <w:b/>
                <w:bCs/>
                <w:sz w:val="22"/>
                <w:szCs w:val="22"/>
              </w:rPr>
              <w:t>264</w:t>
            </w:r>
          </w:p>
          <w:p w:rsidR="00810106" w:rsidRPr="0066298D" w:rsidRDefault="00810106" w:rsidP="009B0C85">
            <w:pPr>
              <w:rPr>
                <w:b/>
                <w:bCs/>
                <w:sz w:val="24"/>
              </w:rPr>
            </w:pPr>
            <w:r>
              <w:rPr>
                <w:b/>
                <w:sz w:val="22"/>
                <w:szCs w:val="22"/>
              </w:rPr>
              <w:t>27.09.2019</w:t>
            </w:r>
          </w:p>
        </w:tc>
        <w:tc>
          <w:tcPr>
            <w:tcW w:w="9072" w:type="dxa"/>
          </w:tcPr>
          <w:p w:rsidR="00810106" w:rsidRDefault="00810106" w:rsidP="00491A80">
            <w:pPr>
              <w:ind w:left="1773" w:hanging="1773"/>
              <w:rPr>
                <w:b/>
                <w:bCs/>
                <w:sz w:val="22"/>
                <w:szCs w:val="22"/>
                <w:u w:val="single"/>
              </w:rPr>
            </w:pPr>
            <w:r w:rsidRPr="00BC023D">
              <w:rPr>
                <w:bCs/>
                <w:sz w:val="22"/>
                <w:szCs w:val="22"/>
              </w:rPr>
              <w:t xml:space="preserve">Ditta da liquidare: </w:t>
            </w:r>
            <w:r w:rsidRPr="00DA59A5">
              <w:rPr>
                <w:b/>
                <w:bCs/>
                <w:sz w:val="22"/>
                <w:szCs w:val="22"/>
                <w:u w:val="single"/>
              </w:rPr>
              <w:t>Roberto Velasco Impianti, Via Ricasoli, 39, Porto Azzurro LI,</w:t>
            </w:r>
          </w:p>
          <w:p w:rsidR="00810106" w:rsidRPr="00DA59A5" w:rsidRDefault="00810106" w:rsidP="00DA59A5">
            <w:pPr>
              <w:ind w:left="1631"/>
              <w:rPr>
                <w:b/>
                <w:bCs/>
                <w:sz w:val="22"/>
                <w:szCs w:val="22"/>
                <w:u w:val="single"/>
              </w:rPr>
            </w:pPr>
            <w:r w:rsidRPr="00DA59A5">
              <w:rPr>
                <w:b/>
                <w:bCs/>
                <w:sz w:val="22"/>
                <w:szCs w:val="22"/>
                <w:u w:val="single"/>
              </w:rPr>
              <w:t>P.IVA 01219310495</w:t>
            </w:r>
          </w:p>
          <w:p w:rsidR="00810106" w:rsidRPr="008E748D" w:rsidRDefault="00810106" w:rsidP="006725F1">
            <w:pPr>
              <w:pStyle w:val="Heading6"/>
              <w:rPr>
                <w:sz w:val="22"/>
                <w:szCs w:val="22"/>
              </w:rPr>
            </w:pPr>
            <w:r w:rsidRPr="00BC023D">
              <w:rPr>
                <w:bCs w:val="0"/>
                <w:sz w:val="22"/>
                <w:szCs w:val="22"/>
              </w:rPr>
              <w:t xml:space="preserve">CIG: </w:t>
            </w:r>
            <w:r w:rsidRPr="008E748D">
              <w:rPr>
                <w:sz w:val="22"/>
                <w:szCs w:val="22"/>
              </w:rPr>
              <w:t>Z61298AA24</w:t>
            </w:r>
          </w:p>
          <w:p w:rsidR="00810106" w:rsidRPr="008E748D" w:rsidRDefault="00810106" w:rsidP="00784171">
            <w:pPr>
              <w:pStyle w:val="Heading6"/>
              <w:rPr>
                <w:bCs w:val="0"/>
                <w:sz w:val="22"/>
                <w:szCs w:val="22"/>
              </w:rPr>
            </w:pPr>
            <w:r w:rsidRPr="00BC023D">
              <w:rPr>
                <w:b w:val="0"/>
                <w:bCs w:val="0"/>
                <w:sz w:val="22"/>
                <w:szCs w:val="22"/>
              </w:rPr>
              <w:t xml:space="preserve">Oggetto della spesa: </w:t>
            </w:r>
            <w:r w:rsidRPr="00A74250">
              <w:rPr>
                <w:bCs w:val="0"/>
                <w:sz w:val="22"/>
                <w:szCs w:val="22"/>
              </w:rPr>
              <w:t xml:space="preserve">Liquidazione per pagamento </w:t>
            </w:r>
            <w:r>
              <w:rPr>
                <w:bCs w:val="0"/>
                <w:sz w:val="22"/>
                <w:szCs w:val="22"/>
              </w:rPr>
              <w:t>fornitura di n</w:t>
            </w:r>
            <w:r w:rsidRPr="008E748D">
              <w:rPr>
                <w:bCs w:val="0"/>
                <w:sz w:val="22"/>
                <w:szCs w:val="22"/>
              </w:rPr>
              <w:t>. 2 pompe di calore da installare nelle aule della Scuola Materna “A. Moro”</w:t>
            </w:r>
          </w:p>
        </w:tc>
      </w:tr>
    </w:tbl>
    <w:p w:rsidR="00810106" w:rsidRPr="001E621C" w:rsidRDefault="00810106" w:rsidP="00F6471E">
      <w:pPr>
        <w:jc w:val="both"/>
        <w:rPr>
          <w:sz w:val="6"/>
          <w:szCs w:val="6"/>
        </w:rPr>
      </w:pPr>
    </w:p>
    <w:p w:rsidR="00810106" w:rsidRPr="00BC023D" w:rsidRDefault="00810106" w:rsidP="00F6471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810106" w:rsidRDefault="00810106" w:rsidP="00F6471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810106" w:rsidRDefault="00810106" w:rsidP="00F6471E">
      <w:pPr>
        <w:jc w:val="both"/>
        <w:rPr>
          <w:i/>
          <w:sz w:val="6"/>
          <w:szCs w:val="6"/>
        </w:rPr>
      </w:pPr>
    </w:p>
    <w:p w:rsidR="00810106" w:rsidRDefault="00810106" w:rsidP="00F6471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810106" w:rsidRDefault="00810106" w:rsidP="00F6471E">
      <w:pPr>
        <w:jc w:val="both"/>
        <w:rPr>
          <w:i/>
          <w:sz w:val="6"/>
          <w:szCs w:val="6"/>
        </w:rPr>
      </w:pPr>
    </w:p>
    <w:p w:rsidR="00810106" w:rsidRDefault="00810106" w:rsidP="00F6471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810106" w:rsidRDefault="00810106" w:rsidP="00F6471E">
      <w:pPr>
        <w:jc w:val="both"/>
        <w:rPr>
          <w:i/>
          <w:sz w:val="6"/>
          <w:szCs w:val="6"/>
        </w:rPr>
      </w:pPr>
    </w:p>
    <w:p w:rsidR="00810106" w:rsidRPr="001F126B" w:rsidRDefault="00810106" w:rsidP="00F6471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810106" w:rsidRDefault="00810106" w:rsidP="00F6471E">
      <w:pPr>
        <w:jc w:val="both"/>
        <w:rPr>
          <w:i/>
          <w:sz w:val="6"/>
          <w:szCs w:val="6"/>
        </w:rPr>
      </w:pPr>
    </w:p>
    <w:p w:rsidR="00810106" w:rsidRPr="001F126B" w:rsidRDefault="00810106" w:rsidP="00F6471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810106" w:rsidRDefault="00810106" w:rsidP="00F6471E">
      <w:pPr>
        <w:jc w:val="both"/>
        <w:rPr>
          <w:i/>
          <w:sz w:val="6"/>
          <w:szCs w:val="6"/>
        </w:rPr>
      </w:pPr>
    </w:p>
    <w:p w:rsidR="00810106" w:rsidRDefault="00810106" w:rsidP="00F6471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810106" w:rsidRDefault="00810106" w:rsidP="00F6471E">
      <w:pPr>
        <w:jc w:val="both"/>
        <w:rPr>
          <w:sz w:val="6"/>
          <w:szCs w:val="6"/>
        </w:rPr>
      </w:pPr>
    </w:p>
    <w:p w:rsidR="00810106" w:rsidRDefault="00810106" w:rsidP="00F6471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810106" w:rsidRDefault="00810106" w:rsidP="00F6471E">
      <w:pPr>
        <w:jc w:val="both"/>
        <w:rPr>
          <w:sz w:val="6"/>
          <w:szCs w:val="6"/>
        </w:rPr>
      </w:pPr>
    </w:p>
    <w:p w:rsidR="00810106" w:rsidRDefault="00810106" w:rsidP="00F6471E">
      <w:pPr>
        <w:widowControl w:val="0"/>
        <w:jc w:val="both"/>
      </w:pPr>
      <w:r>
        <w:rPr>
          <w:b/>
        </w:rPr>
        <w:t>Visto</w:t>
      </w:r>
      <w:r>
        <w:t xml:space="preserve"> il Documento Unico di Regolarità Contributiva acquisito mediante accesso al sistema DURC online messo a disposizione da INPS ed INAIL, in corso di validità;</w:t>
      </w:r>
    </w:p>
    <w:p w:rsidR="00810106" w:rsidRDefault="00810106" w:rsidP="00F6471E">
      <w:pPr>
        <w:jc w:val="both"/>
        <w:rPr>
          <w:sz w:val="6"/>
          <w:szCs w:val="6"/>
        </w:rPr>
      </w:pPr>
    </w:p>
    <w:p w:rsidR="00810106" w:rsidRPr="008E748D" w:rsidRDefault="00810106"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204</w:t>
      </w:r>
      <w:r w:rsidRPr="00A5334D">
        <w:rPr>
          <w:rFonts w:ascii="Times New Roman" w:hAnsi="Times New Roman"/>
          <w:b/>
          <w:bCs/>
          <w:sz w:val="21"/>
          <w:szCs w:val="21"/>
        </w:rPr>
        <w:t xml:space="preserve"> del </w:t>
      </w:r>
      <w:r w:rsidRPr="008E748D">
        <w:rPr>
          <w:rFonts w:ascii="Times New Roman" w:hAnsi="Times New Roman"/>
          <w:b/>
          <w:bCs/>
          <w:sz w:val="21"/>
          <w:szCs w:val="21"/>
        </w:rPr>
        <w:t>02.09</w:t>
      </w:r>
      <w:r w:rsidRPr="00A74250">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8E748D">
        <w:rPr>
          <w:rFonts w:ascii="Times New Roman" w:hAnsi="Times New Roman"/>
          <w:b/>
          <w:bCs/>
          <w:sz w:val="21"/>
          <w:szCs w:val="21"/>
        </w:rPr>
        <w:t>2020109003 – 20106290 / 6</w:t>
      </w:r>
    </w:p>
    <w:p w:rsidR="00810106" w:rsidRPr="00A5334D" w:rsidRDefault="00810106"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810106" w:rsidRPr="002970D3" w:rsidTr="00BC023D">
        <w:tc>
          <w:tcPr>
            <w:tcW w:w="10773" w:type="dxa"/>
          </w:tcPr>
          <w:p w:rsidR="00810106" w:rsidRPr="006C42E8" w:rsidRDefault="00810106" w:rsidP="00B74D60">
            <w:pPr>
              <w:jc w:val="both"/>
              <w:rPr>
                <w:sz w:val="6"/>
                <w:szCs w:val="6"/>
              </w:rPr>
            </w:pPr>
          </w:p>
          <w:p w:rsidR="00810106" w:rsidRPr="00B74D60" w:rsidRDefault="00810106" w:rsidP="00B74D60">
            <w:pPr>
              <w:jc w:val="center"/>
              <w:rPr>
                <w:b/>
                <w:sz w:val="22"/>
                <w:szCs w:val="22"/>
              </w:rPr>
            </w:pPr>
            <w:r w:rsidRPr="00B74D60">
              <w:rPr>
                <w:sz w:val="22"/>
                <w:szCs w:val="22"/>
              </w:rPr>
              <w:t>Imp. ………</w:t>
            </w:r>
            <w:r>
              <w:rPr>
                <w:b/>
                <w:sz w:val="22"/>
                <w:szCs w:val="22"/>
              </w:rPr>
              <w:t>1234</w:t>
            </w:r>
            <w:r w:rsidRPr="006840B5">
              <w:rPr>
                <w:b/>
                <w:sz w:val="22"/>
                <w:szCs w:val="22"/>
              </w:rPr>
              <w:t>/2019</w:t>
            </w:r>
            <w:r w:rsidRPr="00B74D60">
              <w:rPr>
                <w:sz w:val="22"/>
                <w:szCs w:val="22"/>
              </w:rPr>
              <w:t>……… SUB Imp. ………</w:t>
            </w:r>
            <w:r w:rsidRPr="00BF7E6E">
              <w:rPr>
                <w:sz w:val="22"/>
                <w:szCs w:val="22"/>
              </w:rPr>
              <w:t>/</w:t>
            </w:r>
            <w:r w:rsidRPr="00B74D60">
              <w:rPr>
                <w:sz w:val="22"/>
                <w:szCs w:val="22"/>
              </w:rPr>
              <w:t>………  RESIDUO ………………</w:t>
            </w:r>
          </w:p>
          <w:p w:rsidR="00810106" w:rsidRPr="00B74D60" w:rsidRDefault="00810106" w:rsidP="00B74D60">
            <w:pPr>
              <w:ind w:left="-108"/>
              <w:jc w:val="center"/>
              <w:rPr>
                <w:sz w:val="21"/>
                <w:szCs w:val="21"/>
              </w:rPr>
            </w:pPr>
            <w:r w:rsidRPr="00B74D60">
              <w:rPr>
                <w:sz w:val="21"/>
                <w:szCs w:val="21"/>
              </w:rPr>
              <w:t>FINANZIATO VINCOLATO CON:  □ Oneri di Urbanizzazione     □  Mutuo</w:t>
            </w:r>
          </w:p>
          <w:p w:rsidR="00810106" w:rsidRPr="006C42E8" w:rsidRDefault="00810106" w:rsidP="00B74D60">
            <w:pPr>
              <w:ind w:left="1020"/>
              <w:jc w:val="both"/>
              <w:rPr>
                <w:sz w:val="6"/>
                <w:szCs w:val="6"/>
              </w:rPr>
            </w:pPr>
          </w:p>
        </w:tc>
      </w:tr>
    </w:tbl>
    <w:p w:rsidR="00810106" w:rsidRPr="007C5B7A" w:rsidRDefault="00810106" w:rsidP="00A5334D">
      <w:pPr>
        <w:jc w:val="both"/>
        <w:rPr>
          <w:b/>
          <w:sz w:val="6"/>
          <w:szCs w:val="6"/>
        </w:rPr>
      </w:pPr>
    </w:p>
    <w:p w:rsidR="00810106" w:rsidRPr="00E67A78" w:rsidRDefault="00810106" w:rsidP="00A5334D">
      <w:pPr>
        <w:jc w:val="both"/>
      </w:pPr>
      <w:r w:rsidRPr="00E67A78">
        <w:rPr>
          <w:b/>
        </w:rPr>
        <w:t>Visto</w:t>
      </w:r>
      <w:r w:rsidRPr="00E67A78">
        <w:t xml:space="preserve"> l’art. 184 del D.Lgs. 267/2000 TUEL;</w:t>
      </w:r>
    </w:p>
    <w:p w:rsidR="00810106" w:rsidRPr="007C5B7A" w:rsidRDefault="00810106" w:rsidP="00A5334D">
      <w:pPr>
        <w:jc w:val="both"/>
        <w:rPr>
          <w:b/>
          <w:sz w:val="6"/>
          <w:szCs w:val="6"/>
        </w:rPr>
      </w:pPr>
    </w:p>
    <w:p w:rsidR="00810106" w:rsidRDefault="00810106" w:rsidP="00A5334D">
      <w:pPr>
        <w:jc w:val="both"/>
      </w:pPr>
      <w:r w:rsidRPr="00E67A78">
        <w:rPr>
          <w:b/>
        </w:rPr>
        <w:t>Visto</w:t>
      </w:r>
      <w:r w:rsidRPr="00E67A78">
        <w:t xml:space="preserve"> l’art. 35 del vigente Regolamento di Contabilità;</w:t>
      </w:r>
    </w:p>
    <w:p w:rsidR="00810106" w:rsidRDefault="00810106" w:rsidP="00A5334D">
      <w:pPr>
        <w:pStyle w:val="Heading4"/>
        <w:rPr>
          <w:rFonts w:ascii="Times New Roman" w:hAnsi="Times New Roman"/>
          <w:sz w:val="22"/>
          <w:szCs w:val="22"/>
        </w:rPr>
      </w:pPr>
      <w:r w:rsidRPr="00BC023D">
        <w:rPr>
          <w:rFonts w:ascii="Times New Roman" w:hAnsi="Times New Roman"/>
          <w:sz w:val="22"/>
          <w:szCs w:val="22"/>
        </w:rPr>
        <w:t>D E T E R M I N A</w:t>
      </w:r>
    </w:p>
    <w:p w:rsidR="00810106" w:rsidRDefault="00810106"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3.416,00</w:t>
      </w:r>
      <w:r w:rsidRPr="00E67A78">
        <w:rPr>
          <w:b/>
          <w:bCs/>
        </w:rPr>
        <w:t xml:space="preserve"> </w:t>
      </w:r>
      <w:r w:rsidRPr="00E67A78">
        <w:t>IVA inclusa, autorizzandone altresì il pagamento sul codice di bilancio sopra specificato che presenta la necessaria disponibilità;</w:t>
      </w:r>
    </w:p>
    <w:p w:rsidR="00810106" w:rsidRDefault="00810106" w:rsidP="00A5334D">
      <w:pPr>
        <w:jc w:val="center"/>
        <w:rPr>
          <w:b/>
          <w:sz w:val="22"/>
          <w:szCs w:val="22"/>
        </w:rPr>
      </w:pPr>
      <w:r w:rsidRPr="00D45F4B">
        <w:rPr>
          <w:b/>
          <w:sz w:val="22"/>
          <w:szCs w:val="22"/>
        </w:rPr>
        <w:t>RICHIEDE</w:t>
      </w:r>
    </w:p>
    <w:p w:rsidR="00810106" w:rsidRPr="00E67A78" w:rsidRDefault="00810106"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2.800,00</w:t>
      </w:r>
      <w:r w:rsidRPr="00E67A78">
        <w:rPr>
          <w:b/>
        </w:rPr>
        <w:t xml:space="preserve"> </w:t>
      </w:r>
      <w:r w:rsidRPr="00E67A78">
        <w:t xml:space="preserve">oltre al pagamento dell’importo </w:t>
      </w:r>
      <w:r w:rsidRPr="00E67A78">
        <w:rPr>
          <w:b/>
        </w:rPr>
        <w:t xml:space="preserve">IVA pari ad € </w:t>
      </w:r>
      <w:r>
        <w:rPr>
          <w:b/>
        </w:rPr>
        <w:t>616,00</w:t>
      </w:r>
      <w:r w:rsidRPr="00E67A78">
        <w:rPr>
          <w:b/>
        </w:rPr>
        <w:t xml:space="preserve"> </w:t>
      </w:r>
      <w:r w:rsidRPr="00E67A78">
        <w:t>da versare ai sensi dell’art. 17-ter del DPR n.633/1972.</w:t>
      </w:r>
    </w:p>
    <w:p w:rsidR="00810106" w:rsidRPr="00650377" w:rsidRDefault="00810106" w:rsidP="00A5334D">
      <w:pPr>
        <w:jc w:val="both"/>
        <w:rPr>
          <w:sz w:val="6"/>
          <w:szCs w:val="6"/>
        </w:rPr>
      </w:pPr>
    </w:p>
    <w:p w:rsidR="00810106" w:rsidRPr="00E67A78" w:rsidRDefault="00810106"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810106" w:rsidRPr="00F03141" w:rsidRDefault="00810106" w:rsidP="00A5334D">
      <w:pPr>
        <w:jc w:val="both"/>
        <w:rPr>
          <w:sz w:val="6"/>
          <w:szCs w:val="6"/>
        </w:rPr>
      </w:pPr>
    </w:p>
    <w:p w:rsidR="00810106" w:rsidRPr="00286AB1" w:rsidRDefault="00810106"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810106" w:rsidRPr="002A2566" w:rsidRDefault="00810106" w:rsidP="00A5334D">
      <w:pPr>
        <w:tabs>
          <w:tab w:val="left" w:pos="5812"/>
        </w:tabs>
        <w:jc w:val="both"/>
        <w:rPr>
          <w:sz w:val="22"/>
          <w:szCs w:val="22"/>
        </w:rPr>
      </w:pPr>
      <w:r w:rsidRPr="00D45F4B">
        <w:rPr>
          <w:sz w:val="22"/>
          <w:szCs w:val="22"/>
        </w:rPr>
        <w:tab/>
      </w:r>
      <w:r w:rsidRPr="002A2566">
        <w:rPr>
          <w:sz w:val="22"/>
          <w:szCs w:val="22"/>
        </w:rPr>
        <w:t>Il Responsabile ad interim</w:t>
      </w:r>
    </w:p>
    <w:p w:rsidR="00810106" w:rsidRPr="002A2566" w:rsidRDefault="00810106"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810106" w:rsidRPr="00D45F4B" w:rsidRDefault="00810106" w:rsidP="00A5334D">
      <w:pPr>
        <w:jc w:val="both"/>
        <w:rPr>
          <w:b/>
          <w:sz w:val="22"/>
          <w:szCs w:val="22"/>
        </w:rPr>
      </w:pPr>
      <w:r w:rsidRPr="00D45F4B">
        <w:rPr>
          <w:b/>
          <w:sz w:val="22"/>
          <w:szCs w:val="22"/>
        </w:rPr>
        <w:t xml:space="preserve"> </w:t>
      </w:r>
    </w:p>
    <w:p w:rsidR="00810106" w:rsidRPr="00BF7BB2" w:rsidRDefault="00810106" w:rsidP="00A5334D">
      <w:pPr>
        <w:pBdr>
          <w:bottom w:val="single" w:sz="12" w:space="1" w:color="auto"/>
        </w:pBdr>
        <w:jc w:val="both"/>
        <w:rPr>
          <w:b/>
          <w:sz w:val="22"/>
          <w:szCs w:val="22"/>
        </w:rPr>
      </w:pPr>
    </w:p>
    <w:p w:rsidR="00810106" w:rsidRPr="00BC023D" w:rsidRDefault="00810106"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810106" w:rsidRPr="002970D3" w:rsidTr="00572DCA">
        <w:trPr>
          <w:jc w:val="center"/>
        </w:trPr>
        <w:tc>
          <w:tcPr>
            <w:tcW w:w="10759" w:type="dxa"/>
          </w:tcPr>
          <w:p w:rsidR="00810106" w:rsidRPr="00CE1495" w:rsidRDefault="00810106" w:rsidP="00572DCA">
            <w:pPr>
              <w:tabs>
                <w:tab w:val="left" w:pos="4962"/>
              </w:tabs>
              <w:jc w:val="both"/>
            </w:pPr>
            <w:r w:rsidRPr="00CE1495">
              <w:t>GESTIONE ECONOMICA FINANZIARIA (LIQUIDAZIONE N. …………………)</w:t>
            </w:r>
          </w:p>
          <w:p w:rsidR="00810106" w:rsidRPr="00CE1495" w:rsidRDefault="00810106"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810106" w:rsidRPr="00CE1495" w:rsidRDefault="00810106"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810106" w:rsidRPr="00CE1495" w:rsidRDefault="00810106" w:rsidP="00572DCA">
            <w:pPr>
              <w:widowControl w:val="0"/>
              <w:jc w:val="center"/>
              <w:rPr>
                <w:snapToGrid w:val="0"/>
                <w:u w:val="single"/>
              </w:rPr>
            </w:pPr>
            <w:r w:rsidRPr="00CE1495">
              <w:rPr>
                <w:snapToGrid w:val="0"/>
                <w:u w:val="single"/>
              </w:rPr>
              <w:t>SI PROVVEDE ALLA EMISSIONE DI</w:t>
            </w:r>
          </w:p>
          <w:p w:rsidR="00810106" w:rsidRPr="00CE1495" w:rsidRDefault="00810106" w:rsidP="00572DCA">
            <w:pPr>
              <w:widowControl w:val="0"/>
              <w:rPr>
                <w:snapToGrid w:val="0"/>
                <w:sz w:val="6"/>
                <w:szCs w:val="6"/>
              </w:rPr>
            </w:pPr>
          </w:p>
          <w:p w:rsidR="00810106" w:rsidRPr="00CE1495" w:rsidRDefault="00810106"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810106" w:rsidRPr="00CE1495" w:rsidRDefault="00810106" w:rsidP="00572DCA">
            <w:pPr>
              <w:widowControl w:val="0"/>
              <w:rPr>
                <w:snapToGrid w:val="0"/>
                <w:sz w:val="6"/>
                <w:szCs w:val="6"/>
              </w:rPr>
            </w:pPr>
          </w:p>
          <w:p w:rsidR="00810106" w:rsidRPr="00CE1495" w:rsidRDefault="00810106" w:rsidP="00B5448E">
            <w:pPr>
              <w:widowControl w:val="0"/>
              <w:rPr>
                <w:snapToGrid w:val="0"/>
              </w:rPr>
            </w:pPr>
            <w:r>
              <w:rPr>
                <w:snapToGrid w:val="0"/>
              </w:rPr>
              <w:t>Porto Azzurro</w:t>
            </w:r>
            <w:r w:rsidRPr="00CE1495">
              <w:rPr>
                <w:snapToGrid w:val="0"/>
              </w:rPr>
              <w:t xml:space="preserve"> ………………………</w:t>
            </w:r>
          </w:p>
          <w:p w:rsidR="00810106" w:rsidRPr="009B6357" w:rsidRDefault="00810106"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810106" w:rsidRPr="009B6357" w:rsidRDefault="00810106" w:rsidP="00B5448E">
            <w:pPr>
              <w:widowControl w:val="0"/>
              <w:ind w:left="6300"/>
              <w:rPr>
                <w:snapToGrid w:val="0"/>
              </w:rPr>
            </w:pPr>
            <w:r w:rsidRPr="009B6357">
              <w:rPr>
                <w:b/>
                <w:bCs/>
                <w:snapToGrid w:val="0"/>
              </w:rPr>
              <w:t xml:space="preserve"> Dr. Vilmano MAZZEI</w:t>
            </w:r>
          </w:p>
          <w:p w:rsidR="00810106" w:rsidRPr="00BF7BB2" w:rsidRDefault="00810106" w:rsidP="00572DCA">
            <w:pPr>
              <w:tabs>
                <w:tab w:val="left" w:pos="4962"/>
              </w:tabs>
              <w:jc w:val="both"/>
              <w:rPr>
                <w:sz w:val="18"/>
                <w:szCs w:val="18"/>
              </w:rPr>
            </w:pPr>
          </w:p>
        </w:tc>
      </w:tr>
    </w:tbl>
    <w:p w:rsidR="00810106" w:rsidRDefault="00810106"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810106" w:rsidRPr="00D45F4B" w:rsidTr="006C42E8">
        <w:trPr>
          <w:trHeight w:val="405"/>
          <w:jc w:val="center"/>
        </w:trPr>
        <w:tc>
          <w:tcPr>
            <w:tcW w:w="4382" w:type="dxa"/>
            <w:vMerge w:val="restart"/>
            <w:vAlign w:val="center"/>
          </w:tcPr>
          <w:p w:rsidR="00810106" w:rsidRPr="00D45F4B" w:rsidRDefault="00810106" w:rsidP="006262F5">
            <w:pPr>
              <w:pStyle w:val="BodyText"/>
              <w:jc w:val="center"/>
              <w:rPr>
                <w:b/>
                <w:bCs/>
                <w:sz w:val="22"/>
                <w:szCs w:val="22"/>
              </w:rPr>
            </w:pPr>
            <w:r w:rsidRPr="00D45F4B">
              <w:rPr>
                <w:b/>
                <w:bCs/>
                <w:sz w:val="22"/>
                <w:szCs w:val="22"/>
              </w:rPr>
              <w:t>CREDITORE</w:t>
            </w:r>
          </w:p>
        </w:tc>
        <w:tc>
          <w:tcPr>
            <w:tcW w:w="4253" w:type="dxa"/>
            <w:gridSpan w:val="2"/>
            <w:vAlign w:val="center"/>
          </w:tcPr>
          <w:p w:rsidR="00810106" w:rsidRPr="00D45F4B" w:rsidRDefault="00810106" w:rsidP="006262F5">
            <w:pPr>
              <w:pStyle w:val="BodyText"/>
              <w:jc w:val="center"/>
              <w:rPr>
                <w:b/>
                <w:bCs/>
                <w:sz w:val="22"/>
                <w:szCs w:val="22"/>
              </w:rPr>
            </w:pPr>
            <w:r w:rsidRPr="00D45F4B">
              <w:rPr>
                <w:b/>
                <w:bCs/>
                <w:sz w:val="22"/>
                <w:szCs w:val="22"/>
              </w:rPr>
              <w:t>Documento</w:t>
            </w:r>
          </w:p>
        </w:tc>
        <w:tc>
          <w:tcPr>
            <w:tcW w:w="1829" w:type="dxa"/>
            <w:vMerge w:val="restart"/>
            <w:vAlign w:val="center"/>
          </w:tcPr>
          <w:p w:rsidR="00810106" w:rsidRPr="00D45F4B" w:rsidRDefault="00810106" w:rsidP="006262F5">
            <w:pPr>
              <w:pStyle w:val="BodyText"/>
              <w:jc w:val="center"/>
              <w:rPr>
                <w:b/>
                <w:bCs/>
                <w:sz w:val="22"/>
                <w:szCs w:val="22"/>
              </w:rPr>
            </w:pPr>
            <w:r w:rsidRPr="00D45F4B">
              <w:rPr>
                <w:b/>
                <w:bCs/>
                <w:sz w:val="22"/>
                <w:szCs w:val="22"/>
              </w:rPr>
              <w:t>Importo Iva compresa</w:t>
            </w:r>
          </w:p>
        </w:tc>
      </w:tr>
      <w:tr w:rsidR="00810106" w:rsidRPr="00D45F4B" w:rsidTr="006C42E8">
        <w:trPr>
          <w:trHeight w:val="284"/>
          <w:jc w:val="center"/>
        </w:trPr>
        <w:tc>
          <w:tcPr>
            <w:tcW w:w="4382" w:type="dxa"/>
            <w:vMerge/>
          </w:tcPr>
          <w:p w:rsidR="00810106" w:rsidRPr="00D45F4B" w:rsidRDefault="00810106" w:rsidP="006262F5">
            <w:pPr>
              <w:pStyle w:val="BodyText"/>
              <w:jc w:val="center"/>
              <w:rPr>
                <w:b/>
                <w:bCs/>
                <w:sz w:val="22"/>
                <w:szCs w:val="22"/>
              </w:rPr>
            </w:pPr>
          </w:p>
        </w:tc>
        <w:tc>
          <w:tcPr>
            <w:tcW w:w="2410" w:type="dxa"/>
            <w:vAlign w:val="center"/>
          </w:tcPr>
          <w:p w:rsidR="00810106" w:rsidRPr="00D45F4B" w:rsidRDefault="00810106" w:rsidP="006262F5">
            <w:pPr>
              <w:pStyle w:val="BodyText"/>
              <w:jc w:val="center"/>
              <w:rPr>
                <w:b/>
                <w:bCs/>
                <w:sz w:val="22"/>
                <w:szCs w:val="22"/>
              </w:rPr>
            </w:pPr>
            <w:r w:rsidRPr="00D45F4B">
              <w:rPr>
                <w:b/>
                <w:bCs/>
                <w:sz w:val="22"/>
                <w:szCs w:val="22"/>
              </w:rPr>
              <w:t>N.</w:t>
            </w:r>
          </w:p>
        </w:tc>
        <w:tc>
          <w:tcPr>
            <w:tcW w:w="1843" w:type="dxa"/>
            <w:vAlign w:val="center"/>
          </w:tcPr>
          <w:p w:rsidR="00810106" w:rsidRPr="00D45F4B" w:rsidRDefault="00810106" w:rsidP="006262F5">
            <w:pPr>
              <w:pStyle w:val="BodyText"/>
              <w:jc w:val="center"/>
              <w:rPr>
                <w:b/>
                <w:bCs/>
                <w:sz w:val="22"/>
                <w:szCs w:val="22"/>
              </w:rPr>
            </w:pPr>
            <w:r w:rsidRPr="00D45F4B">
              <w:rPr>
                <w:b/>
                <w:bCs/>
                <w:sz w:val="22"/>
                <w:szCs w:val="22"/>
              </w:rPr>
              <w:t>Data</w:t>
            </w:r>
          </w:p>
        </w:tc>
        <w:tc>
          <w:tcPr>
            <w:tcW w:w="1829" w:type="dxa"/>
            <w:vMerge/>
          </w:tcPr>
          <w:p w:rsidR="00810106" w:rsidRPr="00D45F4B" w:rsidRDefault="00810106" w:rsidP="006262F5">
            <w:pPr>
              <w:pStyle w:val="BodyText"/>
              <w:jc w:val="center"/>
              <w:rPr>
                <w:b/>
                <w:bCs/>
                <w:sz w:val="22"/>
                <w:szCs w:val="22"/>
              </w:rPr>
            </w:pPr>
          </w:p>
        </w:tc>
      </w:tr>
      <w:tr w:rsidR="00810106" w:rsidRPr="00D45F4B" w:rsidTr="006C42E8">
        <w:trPr>
          <w:trHeight w:val="454"/>
          <w:jc w:val="center"/>
        </w:trPr>
        <w:tc>
          <w:tcPr>
            <w:tcW w:w="4382" w:type="dxa"/>
            <w:vAlign w:val="center"/>
          </w:tcPr>
          <w:p w:rsidR="00810106" w:rsidRPr="00B82B2B" w:rsidRDefault="00810106" w:rsidP="00AF6AE3">
            <w:pPr>
              <w:jc w:val="center"/>
              <w:rPr>
                <w:b/>
                <w:bCs/>
                <w:sz w:val="22"/>
                <w:szCs w:val="22"/>
              </w:rPr>
            </w:pPr>
            <w:r w:rsidRPr="00B82B2B">
              <w:rPr>
                <w:b/>
                <w:bCs/>
                <w:sz w:val="22"/>
                <w:szCs w:val="22"/>
              </w:rPr>
              <w:t>Roberto Velasco Impianti</w:t>
            </w:r>
          </w:p>
        </w:tc>
        <w:tc>
          <w:tcPr>
            <w:tcW w:w="2410" w:type="dxa"/>
            <w:vAlign w:val="center"/>
          </w:tcPr>
          <w:p w:rsidR="00810106" w:rsidRDefault="00810106" w:rsidP="00232C4E">
            <w:pPr>
              <w:jc w:val="center"/>
              <w:rPr>
                <w:rFonts w:ascii="Book Antiqua" w:hAnsi="Book Antiqua"/>
                <w:color w:val="000000"/>
                <w:sz w:val="22"/>
                <w:szCs w:val="22"/>
              </w:rPr>
            </w:pPr>
            <w:r>
              <w:rPr>
                <w:rFonts w:ascii="Book Antiqua" w:hAnsi="Book Antiqua"/>
                <w:color w:val="000000"/>
                <w:sz w:val="22"/>
                <w:szCs w:val="22"/>
              </w:rPr>
              <w:t>13/PA 2019</w:t>
            </w:r>
          </w:p>
        </w:tc>
        <w:tc>
          <w:tcPr>
            <w:tcW w:w="1843" w:type="dxa"/>
            <w:vAlign w:val="center"/>
          </w:tcPr>
          <w:p w:rsidR="00810106" w:rsidRDefault="00810106" w:rsidP="00EE6D9C">
            <w:pPr>
              <w:jc w:val="center"/>
              <w:rPr>
                <w:rFonts w:ascii="Book Antiqua" w:hAnsi="Book Antiqua"/>
                <w:color w:val="000000"/>
                <w:sz w:val="22"/>
                <w:szCs w:val="22"/>
              </w:rPr>
            </w:pPr>
            <w:r>
              <w:rPr>
                <w:rFonts w:ascii="Book Antiqua" w:hAnsi="Book Antiqua"/>
                <w:color w:val="000000"/>
                <w:sz w:val="22"/>
                <w:szCs w:val="22"/>
              </w:rPr>
              <w:t>26.09.2019</w:t>
            </w:r>
          </w:p>
        </w:tc>
        <w:tc>
          <w:tcPr>
            <w:tcW w:w="1829" w:type="dxa"/>
            <w:vAlign w:val="center"/>
          </w:tcPr>
          <w:p w:rsidR="00810106" w:rsidRDefault="00810106" w:rsidP="00784171">
            <w:pPr>
              <w:jc w:val="right"/>
              <w:rPr>
                <w:rFonts w:ascii="Book Antiqua" w:hAnsi="Book Antiqua"/>
                <w:color w:val="000000"/>
                <w:sz w:val="22"/>
                <w:szCs w:val="22"/>
              </w:rPr>
            </w:pPr>
            <w:r>
              <w:rPr>
                <w:rFonts w:ascii="Book Antiqua" w:hAnsi="Book Antiqua"/>
                <w:color w:val="000000"/>
                <w:sz w:val="22"/>
                <w:szCs w:val="22"/>
              </w:rPr>
              <w:t>€ 3.416,00</w:t>
            </w:r>
          </w:p>
        </w:tc>
      </w:tr>
    </w:tbl>
    <w:p w:rsidR="00810106" w:rsidRPr="00D45F4B" w:rsidRDefault="00810106" w:rsidP="0015550B">
      <w:pPr>
        <w:pStyle w:val="BodyText"/>
        <w:rPr>
          <w:rFonts w:ascii="Times New Roman" w:hAnsi="Times New Roman"/>
          <w:b/>
          <w:sz w:val="22"/>
          <w:szCs w:val="22"/>
          <w:u w:val="single"/>
        </w:rPr>
      </w:pPr>
    </w:p>
    <w:p w:rsidR="00810106" w:rsidRPr="0028229A" w:rsidRDefault="00810106" w:rsidP="00B82B2B">
      <w:pPr>
        <w:pBdr>
          <w:bottom w:val="single" w:sz="12" w:space="1" w:color="auto"/>
        </w:pBdr>
        <w:jc w:val="both"/>
        <w:rPr>
          <w:b/>
          <w:sz w:val="22"/>
          <w:szCs w:val="22"/>
          <w:u w:val="single"/>
        </w:rPr>
      </w:pPr>
      <w:r w:rsidRPr="0028229A">
        <w:rPr>
          <w:b/>
          <w:sz w:val="22"/>
          <w:szCs w:val="22"/>
          <w:u w:val="single"/>
        </w:rPr>
        <w:t>IBAN: IT 50 S 05034 70730 000000133922</w:t>
      </w:r>
    </w:p>
    <w:p w:rsidR="00810106" w:rsidRPr="004B7145" w:rsidRDefault="00810106" w:rsidP="00B74D60">
      <w:pPr>
        <w:pBdr>
          <w:bottom w:val="single" w:sz="12" w:space="1" w:color="auto"/>
        </w:pBdr>
        <w:jc w:val="both"/>
        <w:rPr>
          <w:b/>
          <w:sz w:val="22"/>
          <w:szCs w:val="22"/>
        </w:rPr>
      </w:pPr>
    </w:p>
    <w:sectPr w:rsidR="00810106"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15CE"/>
    <w:rsid w:val="00066EF7"/>
    <w:rsid w:val="00070BD8"/>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4350"/>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0510"/>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3FC"/>
    <w:rsid w:val="001C2B0E"/>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2C4E"/>
    <w:rsid w:val="00234B99"/>
    <w:rsid w:val="00240406"/>
    <w:rsid w:val="00241ACD"/>
    <w:rsid w:val="00244F5E"/>
    <w:rsid w:val="00245767"/>
    <w:rsid w:val="00250AB3"/>
    <w:rsid w:val="00252AA3"/>
    <w:rsid w:val="00255653"/>
    <w:rsid w:val="00263F6F"/>
    <w:rsid w:val="00266254"/>
    <w:rsid w:val="002671F9"/>
    <w:rsid w:val="002704DC"/>
    <w:rsid w:val="002773F7"/>
    <w:rsid w:val="00280466"/>
    <w:rsid w:val="0028229A"/>
    <w:rsid w:val="00283B41"/>
    <w:rsid w:val="002856A6"/>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3A3E"/>
    <w:rsid w:val="002C4C73"/>
    <w:rsid w:val="002C515D"/>
    <w:rsid w:val="002C6005"/>
    <w:rsid w:val="002C7650"/>
    <w:rsid w:val="002E0604"/>
    <w:rsid w:val="002E6AB1"/>
    <w:rsid w:val="002E6CD0"/>
    <w:rsid w:val="002E6F70"/>
    <w:rsid w:val="002F0BC3"/>
    <w:rsid w:val="002F0C47"/>
    <w:rsid w:val="002F5B91"/>
    <w:rsid w:val="002F673A"/>
    <w:rsid w:val="003003D4"/>
    <w:rsid w:val="00300C61"/>
    <w:rsid w:val="00301CB4"/>
    <w:rsid w:val="00302F76"/>
    <w:rsid w:val="00305090"/>
    <w:rsid w:val="00305125"/>
    <w:rsid w:val="0030606F"/>
    <w:rsid w:val="003136D3"/>
    <w:rsid w:val="0031422D"/>
    <w:rsid w:val="00320113"/>
    <w:rsid w:val="00327DEA"/>
    <w:rsid w:val="003324F9"/>
    <w:rsid w:val="00332BA5"/>
    <w:rsid w:val="00332F2D"/>
    <w:rsid w:val="00335E53"/>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619B"/>
    <w:rsid w:val="00407842"/>
    <w:rsid w:val="004117DE"/>
    <w:rsid w:val="00413968"/>
    <w:rsid w:val="00414EC1"/>
    <w:rsid w:val="00416544"/>
    <w:rsid w:val="00425F8E"/>
    <w:rsid w:val="0043195D"/>
    <w:rsid w:val="00442A04"/>
    <w:rsid w:val="00443448"/>
    <w:rsid w:val="00443ADC"/>
    <w:rsid w:val="004440E5"/>
    <w:rsid w:val="00445292"/>
    <w:rsid w:val="004457A4"/>
    <w:rsid w:val="00447C74"/>
    <w:rsid w:val="0045054F"/>
    <w:rsid w:val="00453747"/>
    <w:rsid w:val="00454477"/>
    <w:rsid w:val="0045488B"/>
    <w:rsid w:val="00455F80"/>
    <w:rsid w:val="004612F3"/>
    <w:rsid w:val="0046190F"/>
    <w:rsid w:val="00462A49"/>
    <w:rsid w:val="0046773A"/>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C4C2A"/>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46AEF"/>
    <w:rsid w:val="00560DA2"/>
    <w:rsid w:val="00570C02"/>
    <w:rsid w:val="00572DCA"/>
    <w:rsid w:val="00575130"/>
    <w:rsid w:val="00576B51"/>
    <w:rsid w:val="0058117D"/>
    <w:rsid w:val="00583F31"/>
    <w:rsid w:val="00585232"/>
    <w:rsid w:val="00585E44"/>
    <w:rsid w:val="00586B48"/>
    <w:rsid w:val="005909A5"/>
    <w:rsid w:val="005975AA"/>
    <w:rsid w:val="005A17CA"/>
    <w:rsid w:val="005A1A90"/>
    <w:rsid w:val="005A23FB"/>
    <w:rsid w:val="005A2B8E"/>
    <w:rsid w:val="005B20EF"/>
    <w:rsid w:val="005B275A"/>
    <w:rsid w:val="005B408E"/>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770"/>
    <w:rsid w:val="0062187D"/>
    <w:rsid w:val="00625848"/>
    <w:rsid w:val="006262F5"/>
    <w:rsid w:val="00640F73"/>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E4D"/>
    <w:rsid w:val="006927C3"/>
    <w:rsid w:val="006974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070E"/>
    <w:rsid w:val="006F23F6"/>
    <w:rsid w:val="006F24AA"/>
    <w:rsid w:val="006F518E"/>
    <w:rsid w:val="006F5E3B"/>
    <w:rsid w:val="00703952"/>
    <w:rsid w:val="00710CD4"/>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118C"/>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A74B0"/>
    <w:rsid w:val="007C2AE6"/>
    <w:rsid w:val="007C3E80"/>
    <w:rsid w:val="007C5B7A"/>
    <w:rsid w:val="007D1A15"/>
    <w:rsid w:val="007E702B"/>
    <w:rsid w:val="007E7E6B"/>
    <w:rsid w:val="007F0416"/>
    <w:rsid w:val="007F4B0A"/>
    <w:rsid w:val="007F64B1"/>
    <w:rsid w:val="00800DDA"/>
    <w:rsid w:val="00804D0D"/>
    <w:rsid w:val="00810106"/>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2D8A"/>
    <w:rsid w:val="00884F35"/>
    <w:rsid w:val="008A24D0"/>
    <w:rsid w:val="008A306E"/>
    <w:rsid w:val="008A4344"/>
    <w:rsid w:val="008A5E19"/>
    <w:rsid w:val="008B3B41"/>
    <w:rsid w:val="008B642F"/>
    <w:rsid w:val="008B747D"/>
    <w:rsid w:val="008C00F4"/>
    <w:rsid w:val="008C2993"/>
    <w:rsid w:val="008C3246"/>
    <w:rsid w:val="008C5594"/>
    <w:rsid w:val="008D0D39"/>
    <w:rsid w:val="008D514E"/>
    <w:rsid w:val="008E3658"/>
    <w:rsid w:val="008E69DE"/>
    <w:rsid w:val="008E6AB0"/>
    <w:rsid w:val="008E748D"/>
    <w:rsid w:val="008F1D42"/>
    <w:rsid w:val="008F4156"/>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3183"/>
    <w:rsid w:val="00956501"/>
    <w:rsid w:val="00957C2F"/>
    <w:rsid w:val="009605A6"/>
    <w:rsid w:val="009608D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3259"/>
    <w:rsid w:val="00A07478"/>
    <w:rsid w:val="00A114F0"/>
    <w:rsid w:val="00A134DE"/>
    <w:rsid w:val="00A1384C"/>
    <w:rsid w:val="00A15687"/>
    <w:rsid w:val="00A176E9"/>
    <w:rsid w:val="00A17F82"/>
    <w:rsid w:val="00A204EE"/>
    <w:rsid w:val="00A20C3B"/>
    <w:rsid w:val="00A32193"/>
    <w:rsid w:val="00A32ABF"/>
    <w:rsid w:val="00A3378E"/>
    <w:rsid w:val="00A36EBF"/>
    <w:rsid w:val="00A36EEC"/>
    <w:rsid w:val="00A4197C"/>
    <w:rsid w:val="00A42789"/>
    <w:rsid w:val="00A43D67"/>
    <w:rsid w:val="00A516F3"/>
    <w:rsid w:val="00A5316A"/>
    <w:rsid w:val="00A5334D"/>
    <w:rsid w:val="00A60C8C"/>
    <w:rsid w:val="00A61C1E"/>
    <w:rsid w:val="00A61CE5"/>
    <w:rsid w:val="00A625E2"/>
    <w:rsid w:val="00A62D24"/>
    <w:rsid w:val="00A72D90"/>
    <w:rsid w:val="00A7340C"/>
    <w:rsid w:val="00A74250"/>
    <w:rsid w:val="00A752BA"/>
    <w:rsid w:val="00A818D7"/>
    <w:rsid w:val="00A92CC9"/>
    <w:rsid w:val="00A93CC7"/>
    <w:rsid w:val="00A94690"/>
    <w:rsid w:val="00A96131"/>
    <w:rsid w:val="00A9701B"/>
    <w:rsid w:val="00AA6C41"/>
    <w:rsid w:val="00AA77A0"/>
    <w:rsid w:val="00AB0B02"/>
    <w:rsid w:val="00AB1F68"/>
    <w:rsid w:val="00AB38E4"/>
    <w:rsid w:val="00AB6A9A"/>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0F68"/>
    <w:rsid w:val="00B62D93"/>
    <w:rsid w:val="00B64FFD"/>
    <w:rsid w:val="00B6515E"/>
    <w:rsid w:val="00B65292"/>
    <w:rsid w:val="00B719D0"/>
    <w:rsid w:val="00B74D60"/>
    <w:rsid w:val="00B75D74"/>
    <w:rsid w:val="00B7618C"/>
    <w:rsid w:val="00B7629E"/>
    <w:rsid w:val="00B7664D"/>
    <w:rsid w:val="00B82B2B"/>
    <w:rsid w:val="00B86947"/>
    <w:rsid w:val="00B90FAF"/>
    <w:rsid w:val="00B913F0"/>
    <w:rsid w:val="00B920E9"/>
    <w:rsid w:val="00B946E2"/>
    <w:rsid w:val="00B972CD"/>
    <w:rsid w:val="00BA0BCF"/>
    <w:rsid w:val="00BA2D84"/>
    <w:rsid w:val="00BA5CB0"/>
    <w:rsid w:val="00BB131C"/>
    <w:rsid w:val="00BC023D"/>
    <w:rsid w:val="00BC04BE"/>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07A84"/>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77264"/>
    <w:rsid w:val="00C80BBE"/>
    <w:rsid w:val="00C8309F"/>
    <w:rsid w:val="00C83F2E"/>
    <w:rsid w:val="00C85703"/>
    <w:rsid w:val="00C874CC"/>
    <w:rsid w:val="00C8795B"/>
    <w:rsid w:val="00C9012C"/>
    <w:rsid w:val="00C95708"/>
    <w:rsid w:val="00C96F9C"/>
    <w:rsid w:val="00CA0F1F"/>
    <w:rsid w:val="00CA3186"/>
    <w:rsid w:val="00CA4F7C"/>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59A5"/>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58A3"/>
    <w:rsid w:val="00DF6FCB"/>
    <w:rsid w:val="00DF7399"/>
    <w:rsid w:val="00E0084B"/>
    <w:rsid w:val="00E03739"/>
    <w:rsid w:val="00E059A2"/>
    <w:rsid w:val="00E06078"/>
    <w:rsid w:val="00E071CC"/>
    <w:rsid w:val="00E07C45"/>
    <w:rsid w:val="00E10877"/>
    <w:rsid w:val="00E13BA4"/>
    <w:rsid w:val="00E2418E"/>
    <w:rsid w:val="00E2471B"/>
    <w:rsid w:val="00E300F4"/>
    <w:rsid w:val="00E3063F"/>
    <w:rsid w:val="00E32E8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77E9C"/>
    <w:rsid w:val="00E8213E"/>
    <w:rsid w:val="00E84DE1"/>
    <w:rsid w:val="00E871D4"/>
    <w:rsid w:val="00E87F4C"/>
    <w:rsid w:val="00E93365"/>
    <w:rsid w:val="00E976F8"/>
    <w:rsid w:val="00EA033D"/>
    <w:rsid w:val="00EA4200"/>
    <w:rsid w:val="00EA47B7"/>
    <w:rsid w:val="00EA643E"/>
    <w:rsid w:val="00EA7289"/>
    <w:rsid w:val="00EC018D"/>
    <w:rsid w:val="00EC05F7"/>
    <w:rsid w:val="00EC3C72"/>
    <w:rsid w:val="00ED05E6"/>
    <w:rsid w:val="00ED1CB0"/>
    <w:rsid w:val="00ED307E"/>
    <w:rsid w:val="00EE0B86"/>
    <w:rsid w:val="00EE3178"/>
    <w:rsid w:val="00EE44C7"/>
    <w:rsid w:val="00EE6135"/>
    <w:rsid w:val="00EE6D9C"/>
    <w:rsid w:val="00EF266C"/>
    <w:rsid w:val="00EF349E"/>
    <w:rsid w:val="00EF4937"/>
    <w:rsid w:val="00F00859"/>
    <w:rsid w:val="00F01483"/>
    <w:rsid w:val="00F0204D"/>
    <w:rsid w:val="00F03141"/>
    <w:rsid w:val="00F04673"/>
    <w:rsid w:val="00F053E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471E"/>
    <w:rsid w:val="00F65684"/>
    <w:rsid w:val="00F708CA"/>
    <w:rsid w:val="00F71E33"/>
    <w:rsid w:val="00F72AF8"/>
    <w:rsid w:val="00F733DF"/>
    <w:rsid w:val="00F75DEE"/>
    <w:rsid w:val="00F816C2"/>
    <w:rsid w:val="00F81A7D"/>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291714586">
      <w:marLeft w:val="0"/>
      <w:marRight w:val="0"/>
      <w:marTop w:val="0"/>
      <w:marBottom w:val="0"/>
      <w:divBdr>
        <w:top w:val="none" w:sz="0" w:space="0" w:color="auto"/>
        <w:left w:val="none" w:sz="0" w:space="0" w:color="auto"/>
        <w:bottom w:val="none" w:sz="0" w:space="0" w:color="auto"/>
        <w:right w:val="none" w:sz="0" w:space="0" w:color="auto"/>
      </w:divBdr>
    </w:div>
    <w:div w:id="1291714587">
      <w:marLeft w:val="0"/>
      <w:marRight w:val="0"/>
      <w:marTop w:val="0"/>
      <w:marBottom w:val="0"/>
      <w:divBdr>
        <w:top w:val="none" w:sz="0" w:space="0" w:color="auto"/>
        <w:left w:val="none" w:sz="0" w:space="0" w:color="auto"/>
        <w:bottom w:val="none" w:sz="0" w:space="0" w:color="auto"/>
        <w:right w:val="none" w:sz="0" w:space="0" w:color="auto"/>
      </w:divBdr>
    </w:div>
    <w:div w:id="1291714588">
      <w:marLeft w:val="0"/>
      <w:marRight w:val="0"/>
      <w:marTop w:val="0"/>
      <w:marBottom w:val="0"/>
      <w:divBdr>
        <w:top w:val="none" w:sz="0" w:space="0" w:color="auto"/>
        <w:left w:val="none" w:sz="0" w:space="0" w:color="auto"/>
        <w:bottom w:val="none" w:sz="0" w:space="0" w:color="auto"/>
        <w:right w:val="none" w:sz="0" w:space="0" w:color="auto"/>
      </w:divBdr>
    </w:div>
    <w:div w:id="1291714589">
      <w:marLeft w:val="0"/>
      <w:marRight w:val="0"/>
      <w:marTop w:val="0"/>
      <w:marBottom w:val="0"/>
      <w:divBdr>
        <w:top w:val="none" w:sz="0" w:space="0" w:color="auto"/>
        <w:left w:val="none" w:sz="0" w:space="0" w:color="auto"/>
        <w:bottom w:val="none" w:sz="0" w:space="0" w:color="auto"/>
        <w:right w:val="none" w:sz="0" w:space="0" w:color="auto"/>
      </w:divBdr>
    </w:div>
    <w:div w:id="1291714590">
      <w:marLeft w:val="0"/>
      <w:marRight w:val="0"/>
      <w:marTop w:val="0"/>
      <w:marBottom w:val="0"/>
      <w:divBdr>
        <w:top w:val="none" w:sz="0" w:space="0" w:color="auto"/>
        <w:left w:val="none" w:sz="0" w:space="0" w:color="auto"/>
        <w:bottom w:val="none" w:sz="0" w:space="0" w:color="auto"/>
        <w:right w:val="none" w:sz="0" w:space="0" w:color="auto"/>
      </w:divBdr>
    </w:div>
    <w:div w:id="1291714591">
      <w:marLeft w:val="0"/>
      <w:marRight w:val="0"/>
      <w:marTop w:val="0"/>
      <w:marBottom w:val="0"/>
      <w:divBdr>
        <w:top w:val="none" w:sz="0" w:space="0" w:color="auto"/>
        <w:left w:val="none" w:sz="0" w:space="0" w:color="auto"/>
        <w:bottom w:val="none" w:sz="0" w:space="0" w:color="auto"/>
        <w:right w:val="none" w:sz="0" w:space="0" w:color="auto"/>
      </w:divBdr>
    </w:div>
    <w:div w:id="1291714592">
      <w:marLeft w:val="0"/>
      <w:marRight w:val="0"/>
      <w:marTop w:val="0"/>
      <w:marBottom w:val="0"/>
      <w:divBdr>
        <w:top w:val="none" w:sz="0" w:space="0" w:color="auto"/>
        <w:left w:val="none" w:sz="0" w:space="0" w:color="auto"/>
        <w:bottom w:val="none" w:sz="0" w:space="0" w:color="auto"/>
        <w:right w:val="none" w:sz="0" w:space="0" w:color="auto"/>
      </w:divBdr>
    </w:div>
    <w:div w:id="1291714593">
      <w:marLeft w:val="0"/>
      <w:marRight w:val="0"/>
      <w:marTop w:val="0"/>
      <w:marBottom w:val="0"/>
      <w:divBdr>
        <w:top w:val="none" w:sz="0" w:space="0" w:color="auto"/>
        <w:left w:val="none" w:sz="0" w:space="0" w:color="auto"/>
        <w:bottom w:val="none" w:sz="0" w:space="0" w:color="auto"/>
        <w:right w:val="none" w:sz="0" w:space="0" w:color="auto"/>
      </w:divBdr>
    </w:div>
    <w:div w:id="1291714594">
      <w:marLeft w:val="0"/>
      <w:marRight w:val="0"/>
      <w:marTop w:val="0"/>
      <w:marBottom w:val="0"/>
      <w:divBdr>
        <w:top w:val="none" w:sz="0" w:space="0" w:color="auto"/>
        <w:left w:val="none" w:sz="0" w:space="0" w:color="auto"/>
        <w:bottom w:val="none" w:sz="0" w:space="0" w:color="auto"/>
        <w:right w:val="none" w:sz="0" w:space="0" w:color="auto"/>
      </w:divBdr>
    </w:div>
    <w:div w:id="1291714595">
      <w:marLeft w:val="0"/>
      <w:marRight w:val="0"/>
      <w:marTop w:val="0"/>
      <w:marBottom w:val="0"/>
      <w:divBdr>
        <w:top w:val="none" w:sz="0" w:space="0" w:color="auto"/>
        <w:left w:val="none" w:sz="0" w:space="0" w:color="auto"/>
        <w:bottom w:val="none" w:sz="0" w:space="0" w:color="auto"/>
        <w:right w:val="none" w:sz="0" w:space="0" w:color="auto"/>
      </w:divBdr>
    </w:div>
    <w:div w:id="1291714596">
      <w:marLeft w:val="0"/>
      <w:marRight w:val="0"/>
      <w:marTop w:val="0"/>
      <w:marBottom w:val="0"/>
      <w:divBdr>
        <w:top w:val="none" w:sz="0" w:space="0" w:color="auto"/>
        <w:left w:val="none" w:sz="0" w:space="0" w:color="auto"/>
        <w:bottom w:val="none" w:sz="0" w:space="0" w:color="auto"/>
        <w:right w:val="none" w:sz="0" w:space="0" w:color="auto"/>
      </w:divBdr>
    </w:div>
    <w:div w:id="1291714597">
      <w:marLeft w:val="0"/>
      <w:marRight w:val="0"/>
      <w:marTop w:val="0"/>
      <w:marBottom w:val="0"/>
      <w:divBdr>
        <w:top w:val="none" w:sz="0" w:space="0" w:color="auto"/>
        <w:left w:val="none" w:sz="0" w:space="0" w:color="auto"/>
        <w:bottom w:val="none" w:sz="0" w:space="0" w:color="auto"/>
        <w:right w:val="none" w:sz="0" w:space="0" w:color="auto"/>
      </w:divBdr>
    </w:div>
    <w:div w:id="1291714598">
      <w:marLeft w:val="0"/>
      <w:marRight w:val="0"/>
      <w:marTop w:val="0"/>
      <w:marBottom w:val="0"/>
      <w:divBdr>
        <w:top w:val="none" w:sz="0" w:space="0" w:color="auto"/>
        <w:left w:val="none" w:sz="0" w:space="0" w:color="auto"/>
        <w:bottom w:val="none" w:sz="0" w:space="0" w:color="auto"/>
        <w:right w:val="none" w:sz="0" w:space="0" w:color="auto"/>
      </w:divBdr>
    </w:div>
    <w:div w:id="1291714599">
      <w:marLeft w:val="0"/>
      <w:marRight w:val="0"/>
      <w:marTop w:val="0"/>
      <w:marBottom w:val="0"/>
      <w:divBdr>
        <w:top w:val="none" w:sz="0" w:space="0" w:color="auto"/>
        <w:left w:val="none" w:sz="0" w:space="0" w:color="auto"/>
        <w:bottom w:val="none" w:sz="0" w:space="0" w:color="auto"/>
        <w:right w:val="none" w:sz="0" w:space="0" w:color="auto"/>
      </w:divBdr>
    </w:div>
    <w:div w:id="1291714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590</Words>
  <Characters>3367</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2019-02-19T15:51:00Z</cp:lastPrinted>
  <dcterms:created xsi:type="dcterms:W3CDTF">2019-09-27T08:38:00Z</dcterms:created>
  <dcterms:modified xsi:type="dcterms:W3CDTF">2019-09-27T09:55:00Z</dcterms:modified>
</cp:coreProperties>
</file>